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76" w:after="0" w:line="240" w:lineRule="auto"/>
        <w:ind w:left="108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.36pt;margin-top:.0pt;width:.1pt;height:204.84pt;mso-position-horizontal-relative:page;mso-position-vertical-relative:page;z-index:-99" coordorigin="7,0" coordsize="2,4097">
            <v:shape style="position:absolute;left:7;top:0;width:2;height:4097" coordorigin="7,0" coordsize="0,4097" path="m7,4097l7,0e" filled="f" stroked="t" strokeweight=".36pt" strokecolor="#484848">
              <v:path arrowok="t"/>
            </v:shape>
          </v:group>
          <w10:wrap type="none"/>
        </w:pict>
      </w:r>
      <w:r>
        <w:rPr/>
        <w:pict>
          <v:group style="position:absolute;margin-left:790.559998pt;margin-top:1.08pt;width:.1pt;height:425.16pt;mso-position-horizontal-relative:page;mso-position-vertical-relative:page;z-index:-83" coordorigin="15811,22" coordsize="2,8503">
            <v:shape style="position:absolute;left:15811;top:22;width:2;height:8503" coordorigin="15811,22" coordsize="0,8503" path="m15811,8525l15811,22e" filled="f" stroked="t" strokeweight=".72pt" strokecolor="#9CA0A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9"/>
          <w:szCs w:val="19"/>
          <w:color w:val="444649"/>
          <w:spacing w:val="0"/>
          <w:w w:val="100"/>
        </w:rPr>
        <w:t>Assessment</w:t>
      </w:r>
      <w:r>
        <w:rPr>
          <w:rFonts w:ascii="Times New Roman" w:hAnsi="Times New Roman" w:cs="Times New Roman" w:eastAsia="Times New Roman"/>
          <w:sz w:val="19"/>
          <w:szCs w:val="19"/>
          <w:color w:val="44464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13436"/>
          <w:spacing w:val="0"/>
          <w:w w:val="100"/>
        </w:rPr>
        <w:t>Persuasive</w:t>
      </w:r>
      <w:r>
        <w:rPr>
          <w:rFonts w:ascii="Times New Roman" w:hAnsi="Times New Roman" w:cs="Times New Roman" w:eastAsia="Times New Roman"/>
          <w:sz w:val="19"/>
          <w:szCs w:val="19"/>
          <w:color w:val="313436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444649"/>
          <w:spacing w:val="0"/>
          <w:w w:val="109"/>
        </w:rPr>
        <w:t>Graphic</w:t>
      </w:r>
      <w:r>
        <w:rPr>
          <w:rFonts w:ascii="Times New Roman" w:hAnsi="Times New Roman" w:cs="Times New Roman" w:eastAsia="Times New Roman"/>
          <w:sz w:val="19"/>
          <w:szCs w:val="19"/>
          <w:color w:val="444649"/>
          <w:spacing w:val="-9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313436"/>
          <w:spacing w:val="0"/>
          <w:w w:val="109"/>
        </w:rPr>
        <w:t>Organizer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0" w:after="0" w:line="194" w:lineRule="exact"/>
        <w:ind w:left="101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Arial" w:hAnsi="Arial" w:cs="Arial" w:eastAsia="Arial"/>
          <w:sz w:val="12"/>
          <w:szCs w:val="12"/>
          <w:color w:val="313436"/>
          <w:spacing w:val="0"/>
          <w:w w:val="120"/>
        </w:rPr>
        <w:t>3rd</w:t>
      </w:r>
      <w:r>
        <w:rPr>
          <w:rFonts w:ascii="Arial" w:hAnsi="Arial" w:cs="Arial" w:eastAsia="Arial"/>
          <w:sz w:val="12"/>
          <w:szCs w:val="12"/>
          <w:color w:val="313436"/>
          <w:spacing w:val="25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color w:val="444649"/>
          <w:spacing w:val="0"/>
          <w:w w:val="120"/>
        </w:rPr>
        <w:t>Grade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3" w:lineRule="exact"/>
        <w:ind w:left="706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5.559998pt;margin-top:13.56497pt;width:8.722935pt;height:15.5pt;mso-position-horizontal-relative:page;mso-position-vertical-relative:paragraph;z-index:-81" type="#_x0000_t202" filled="f" stroked="f">
            <v:textbox inset="0,0,0,0">
              <w:txbxContent>
                <w:p>
                  <w:pPr>
                    <w:spacing w:before="0" w:after="0" w:line="310" w:lineRule="exact"/>
                    <w:ind w:right="-87"/>
                    <w:jc w:val="left"/>
                    <w:rPr>
                      <w:rFonts w:ascii="Arial" w:hAnsi="Arial" w:cs="Arial" w:eastAsia="Arial"/>
                      <w:sz w:val="31"/>
                      <w:szCs w:val="31"/>
                    </w:rPr>
                  </w:pPr>
                  <w:rPr/>
                  <w:r>
                    <w:rPr>
                      <w:rFonts w:ascii="Arial" w:hAnsi="Arial" w:cs="Arial" w:eastAsia="Arial"/>
                      <w:sz w:val="31"/>
                      <w:szCs w:val="31"/>
                      <w:color w:val="C1C1C1"/>
                      <w:spacing w:val="0"/>
                      <w:w w:val="169"/>
                    </w:rPr>
                    <w:t>-</w:t>
                  </w:r>
                  <w:r>
                    <w:rPr>
                      <w:rFonts w:ascii="Arial" w:hAnsi="Arial" w:cs="Arial" w:eastAsia="Arial"/>
                      <w:sz w:val="31"/>
                      <w:szCs w:val="31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5"/>
          <w:szCs w:val="25"/>
          <w:color w:val="313436"/>
          <w:spacing w:val="0"/>
          <w:w w:val="100"/>
          <w:b/>
          <w:bCs/>
          <w:position w:val="-2"/>
        </w:rPr>
        <w:t>You</w:t>
      </w:r>
      <w:r>
        <w:rPr>
          <w:rFonts w:ascii="Arial" w:hAnsi="Arial" w:cs="Arial" w:eastAsia="Arial"/>
          <w:sz w:val="25"/>
          <w:szCs w:val="25"/>
          <w:color w:val="313436"/>
          <w:spacing w:val="0"/>
          <w:w w:val="100"/>
          <w:b/>
          <w:bCs/>
          <w:position w:val="-2"/>
        </w:rPr>
        <w:t>r</w:t>
      </w:r>
      <w:r>
        <w:rPr>
          <w:rFonts w:ascii="Arial" w:hAnsi="Arial" w:cs="Arial" w:eastAsia="Arial"/>
          <w:sz w:val="25"/>
          <w:szCs w:val="25"/>
          <w:color w:val="313436"/>
          <w:spacing w:val="31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25"/>
          <w:szCs w:val="25"/>
          <w:color w:val="313436"/>
          <w:spacing w:val="0"/>
          <w:w w:val="100"/>
          <w:b/>
          <w:bCs/>
          <w:position w:val="-2"/>
        </w:rPr>
        <w:t>Opinion:</w:t>
      </w:r>
      <w:r>
        <w:rPr>
          <w:rFonts w:ascii="Arial" w:hAnsi="Arial" w:cs="Arial" w:eastAsia="Arial"/>
          <w:sz w:val="25"/>
          <w:szCs w:val="25"/>
          <w:color w:val="000000"/>
          <w:spacing w:val="0"/>
          <w:w w:val="100"/>
          <w:position w:val="0"/>
        </w:rPr>
      </w:r>
    </w:p>
    <w:p>
      <w:pPr>
        <w:spacing w:before="0" w:after="0" w:line="47" w:lineRule="exact"/>
        <w:ind w:left="598" w:right="-20"/>
        <w:jc w:val="left"/>
        <w:tabs>
          <w:tab w:pos="7060" w:val="left"/>
          <w:tab w:pos="11040" w:val="left"/>
          <w:tab w:pos="12100" w:val="left"/>
        </w:tabs>
        <w:rPr>
          <w:rFonts w:ascii="Times New Roman" w:hAnsi="Times New Roman" w:cs="Times New Roman" w:eastAsia="Times New Roman"/>
          <w:sz w:val="6"/>
          <w:szCs w:val="6"/>
        </w:rPr>
      </w:pPr>
      <w:rPr/>
      <w:r>
        <w:rPr>
          <w:rFonts w:ascii="Arial" w:hAnsi="Arial" w:cs="Arial" w:eastAsia="Arial"/>
          <w:sz w:val="5"/>
          <w:szCs w:val="5"/>
          <w:color w:val="8E9395"/>
          <w:w w:val="99"/>
        </w:rPr>
      </w:r>
      <w:r>
        <w:rPr>
          <w:rFonts w:ascii="Arial" w:hAnsi="Arial" w:cs="Arial" w:eastAsia="Arial"/>
          <w:sz w:val="5"/>
          <w:szCs w:val="5"/>
          <w:color w:val="8E9395"/>
          <w:w w:val="99"/>
          <w:u w:val="single" w:color="23282B"/>
        </w:rPr>
        <w:t> </w:t>
      </w:r>
      <w:r>
        <w:rPr>
          <w:rFonts w:ascii="Arial" w:hAnsi="Arial" w:cs="Arial" w:eastAsia="Arial"/>
          <w:sz w:val="5"/>
          <w:szCs w:val="5"/>
          <w:color w:val="8E9395"/>
          <w:w w:val="100"/>
          <w:u w:val="single" w:color="23282B"/>
        </w:rPr>
        <w:tab/>
      </w:r>
      <w:r>
        <w:rPr>
          <w:rFonts w:ascii="Arial" w:hAnsi="Arial" w:cs="Arial" w:eastAsia="Arial"/>
          <w:sz w:val="5"/>
          <w:szCs w:val="5"/>
          <w:color w:val="8E9395"/>
          <w:w w:val="100"/>
          <w:u w:val="single" w:color="23282B"/>
        </w:rPr>
      </w:r>
      <w:r>
        <w:rPr>
          <w:rFonts w:ascii="Arial" w:hAnsi="Arial" w:cs="Arial" w:eastAsia="Arial"/>
          <w:sz w:val="5"/>
          <w:szCs w:val="5"/>
          <w:color w:val="8E9395"/>
          <w:w w:val="203"/>
          <w:u w:val="single" w:color="23282B"/>
        </w:rPr>
        <w:t>--</w:t>
      </w:r>
      <w:r>
        <w:rPr>
          <w:rFonts w:ascii="Arial" w:hAnsi="Arial" w:cs="Arial" w:eastAsia="Arial"/>
          <w:sz w:val="5"/>
          <w:szCs w:val="5"/>
          <w:color w:val="8E9395"/>
          <w:w w:val="203"/>
          <w:u w:val="single" w:color="23282B"/>
        </w:rPr>
      </w:r>
      <w:r>
        <w:rPr>
          <w:rFonts w:ascii="Arial" w:hAnsi="Arial" w:cs="Arial" w:eastAsia="Arial"/>
          <w:sz w:val="5"/>
          <w:szCs w:val="5"/>
          <w:color w:val="8E9395"/>
          <w:w w:val="203"/>
          <w:u w:val="single" w:color="23282B"/>
        </w:rPr>
        <w:t>·</w:t>
      </w:r>
      <w:r>
        <w:rPr>
          <w:rFonts w:ascii="Arial" w:hAnsi="Arial" w:cs="Arial" w:eastAsia="Arial"/>
          <w:sz w:val="5"/>
          <w:szCs w:val="5"/>
          <w:color w:val="8E9395"/>
          <w:w w:val="203"/>
          <w:u w:val="single" w:color="23282B"/>
        </w:rPr>
      </w:r>
      <w:r>
        <w:rPr>
          <w:rFonts w:ascii="Arial" w:hAnsi="Arial" w:cs="Arial" w:eastAsia="Arial"/>
          <w:sz w:val="5"/>
          <w:szCs w:val="5"/>
          <w:color w:val="8E9395"/>
          <w:spacing w:val="-1"/>
          <w:w w:val="99"/>
          <w:u w:val="single" w:color="23282B"/>
        </w:rPr>
        <w:t> </w:t>
      </w:r>
      <w:r>
        <w:rPr>
          <w:rFonts w:ascii="Arial" w:hAnsi="Arial" w:cs="Arial" w:eastAsia="Arial"/>
          <w:sz w:val="5"/>
          <w:szCs w:val="5"/>
          <w:color w:val="8E9395"/>
          <w:spacing w:val="-1"/>
          <w:w w:val="99"/>
          <w:u w:val="single" w:color="23282B"/>
        </w:rPr>
      </w:r>
      <w:r>
        <w:rPr>
          <w:rFonts w:ascii="Arial" w:hAnsi="Arial" w:cs="Arial" w:eastAsia="Arial"/>
          <w:sz w:val="5"/>
          <w:szCs w:val="5"/>
          <w:color w:val="8E9395"/>
          <w:spacing w:val="-1"/>
          <w:w w:val="99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599"/>
          <w:u w:val="single" w:color="23282B"/>
        </w:rPr>
        <w:t>--------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599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  <w:t> 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6"/>
          <w:w w:val="100"/>
          <w:u w:val="single" w:color="23282B"/>
        </w:rPr>
        <w:t>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6"/>
          <w:w w:val="100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379"/>
          <w:u w:val="single" w:color="23282B"/>
        </w:rPr>
        <w:t>-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379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  <w:t>   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-7"/>
          <w:w w:val="100"/>
          <w:u w:val="single" w:color="23282B"/>
        </w:rPr>
        <w:t>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-7"/>
          <w:w w:val="100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474"/>
          <w:u w:val="single" w:color="23282B"/>
        </w:rPr>
        <w:t>-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474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  <w:t>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  <w:tab/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237"/>
          <w:u w:val="single" w:color="23282B"/>
        </w:rPr>
        <w:t>-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237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  <w:t> 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-6"/>
          <w:w w:val="100"/>
          <w:u w:val="single" w:color="23282B"/>
        </w:rPr>
        <w:t>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-6"/>
          <w:w w:val="100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209"/>
          <w:u w:val="single" w:color="23282B"/>
        </w:rPr>
        <w:t>---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209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  <w:t>  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-5"/>
          <w:w w:val="100"/>
          <w:u w:val="single" w:color="23282B"/>
        </w:rPr>
        <w:t>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-5"/>
          <w:w w:val="100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600"/>
          <w:u w:val="single" w:color="23282B"/>
        </w:rPr>
        <w:t>----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600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  <w:t> </w:t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  <w:tab/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  <w:u w:val="single" w:color="23282B"/>
        </w:rPr>
      </w:r>
      <w:r>
        <w:rPr>
          <w:rFonts w:ascii="Times New Roman" w:hAnsi="Times New Roman" w:cs="Times New Roman" w:eastAsia="Times New Roman"/>
          <w:sz w:val="6"/>
          <w:szCs w:val="6"/>
          <w:color w:val="8E9395"/>
          <w:spacing w:val="0"/>
          <w:w w:val="100"/>
        </w:rPr>
      </w:r>
      <w:r>
        <w:rPr>
          <w:rFonts w:ascii="Times New Roman" w:hAnsi="Times New Roman" w:cs="Times New Roman" w:eastAsia="Times New Roman"/>
          <w:sz w:val="6"/>
          <w:szCs w:val="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9" w:after="0" w:line="240" w:lineRule="auto"/>
        <w:ind w:left="749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127.080002pt;margin-top:20.973921pt;width:556.2pt;height:.1pt;mso-position-horizontal-relative:page;mso-position-vertical-relative:paragraph;z-index:-97" coordorigin="2542,419" coordsize="11124,2">
            <v:shape style="position:absolute;left:2542;top:419;width:11124;height:2" coordorigin="2542,419" coordsize="11124,0" path="m2542,419l13666,419e" filled="f" stroked="t" strokeweight=".72pt" strokecolor="#34383B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6"/>
          <w:szCs w:val="16"/>
          <w:color w:val="313436"/>
          <w:spacing w:val="0"/>
          <w:w w:val="100"/>
        </w:rPr>
        <w:t>My</w:t>
      </w:r>
      <w:r>
        <w:rPr>
          <w:rFonts w:ascii="Arial" w:hAnsi="Arial" w:cs="Arial" w:eastAsia="Arial"/>
          <w:sz w:val="16"/>
          <w:szCs w:val="16"/>
          <w:color w:val="313436"/>
          <w:spacing w:val="30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00"/>
        </w:rPr>
        <w:t>Reason:</w:t>
      </w:r>
      <w:r>
        <w:rPr>
          <w:rFonts w:ascii="Arial" w:hAnsi="Arial" w:cs="Arial" w:eastAsia="Arial"/>
          <w:sz w:val="15"/>
          <w:szCs w:val="15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49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127.080002pt;margin-top:-12.765083pt;width:556.2pt;height:.1pt;mso-position-horizontal-relative:page;mso-position-vertical-relative:paragraph;z-index:-96" coordorigin="2542,-255" coordsize="11124,2">
            <v:shape style="position:absolute;left:2542;top:-255;width:11124;height:2" coordorigin="2542,-255" coordsize="11124,0" path="m2542,-255l13666,-255e" filled="f" stroked="t" strokeweight=".72pt" strokecolor="#2F3438">
              <v:path arrowok="t"/>
            </v:shape>
          </v:group>
          <w10:wrap type="none"/>
        </w:pict>
      </w:r>
      <w:r>
        <w:rPr/>
        <w:pict>
          <v:group style="position:absolute;margin-left:127.080002pt;margin-top:18.914917pt;width:556.2pt;height:.1pt;mso-position-horizontal-relative:page;mso-position-vertical-relative:paragraph;z-index:-95" coordorigin="2542,378" coordsize="11124,2">
            <v:shape style="position:absolute;left:2542;top:378;width:11124;height:2" coordorigin="2542,378" coordsize="11124,0" path="m2542,378l13666,378e" filled="f" stroked="t" strokeweight=".72pt" strokecolor="#2B3438">
              <v:path arrowok="t"/>
            </v:shape>
          </v:group>
          <w10:wrap type="none"/>
        </w:pict>
      </w:r>
      <w:r>
        <w:rPr/>
        <w:pict>
          <v:group style="position:absolute;margin-left:127.080002pt;margin-top:29.354918pt;width:556.2pt;height:.1pt;mso-position-horizontal-relative:page;mso-position-vertical-relative:paragraph;z-index:-94" coordorigin="2542,587" coordsize="11124,2">
            <v:shape style="position:absolute;left:2542;top:587;width:11124;height:2" coordorigin="2542,587" coordsize="11124,0" path="m2542,587l13666,587e" filled="f" stroked="t" strokeweight=".72pt" strokecolor="#383B3B">
              <v:path arrowok="t"/>
            </v:shape>
          </v:group>
          <w10:wrap type="none"/>
        </w:pict>
      </w:r>
      <w:r>
        <w:rPr/>
        <w:pict>
          <v:group style="position:absolute;margin-left:119.699997pt;margin-top:54.014915pt;width:575.64pt;height:87.12pt;mso-position-horizontal-relative:page;mso-position-vertical-relative:paragraph;z-index:-93" coordorigin="2394,1080" coordsize="11513,1742">
            <v:group style="position:absolute;left:2398;top:1098;width:11506;height:2" coordorigin="2398,1098" coordsize="11506,2">
              <v:shape style="position:absolute;left:2398;top:1098;width:11506;height:2" coordorigin="2398,1098" coordsize="11506,0" path="m2398,1098l13903,1098e" filled="f" stroked="t" strokeweight=".36pt" strokecolor="#282B2B">
                <v:path arrowok="t"/>
              </v:shape>
            </v:group>
            <v:group style="position:absolute;left:2401;top:1084;width:2;height:1728" coordorigin="2401,1084" coordsize="2,1728">
              <v:shape style="position:absolute;left:2401;top:1084;width:2;height:1728" coordorigin="2401,1084" coordsize="0,1728" path="m2401,2812l2401,1084e" filled="f" stroked="t" strokeweight=".36pt" strokecolor="#0F1318">
                <v:path arrowok="t"/>
              </v:shape>
            </v:group>
            <v:group style="position:absolute;left:2398;top:2805;width:11506;height:2" coordorigin="2398,2805" coordsize="11506,2">
              <v:shape style="position:absolute;left:2398;top:2805;width:11506;height:2" coordorigin="2398,2805" coordsize="11506,0" path="m2398,2805l13903,2805e" filled="f" stroked="t" strokeweight=".36pt" strokecolor="#23282B">
                <v:path arrowok="t"/>
              </v:shape>
            </v:group>
            <v:group style="position:absolute;left:13900;top:1098;width:2;height:1721" coordorigin="13900,1098" coordsize="2,1721">
              <v:shape style="position:absolute;left:13900;top:1098;width:2;height:1721" coordorigin="13900,1098" coordsize="0,1721" path="m13900,2819l13900,1098e" filled="f" stroked="t" strokeweight=".36pt" strokecolor="#1F2323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5"/>
          <w:szCs w:val="15"/>
          <w:color w:val="313436"/>
          <w:spacing w:val="0"/>
          <w:w w:val="100"/>
        </w:rPr>
        <w:t>Supportin</w:t>
      </w:r>
      <w:r>
        <w:rPr>
          <w:rFonts w:ascii="Arial" w:hAnsi="Arial" w:cs="Arial" w:eastAsia="Arial"/>
          <w:sz w:val="15"/>
          <w:szCs w:val="15"/>
          <w:color w:val="313436"/>
          <w:spacing w:val="0"/>
          <w:w w:val="100"/>
        </w:rPr>
        <w:t>g</w:t>
      </w:r>
      <w:r>
        <w:rPr>
          <w:rFonts w:ascii="Arial" w:hAnsi="Arial" w:cs="Arial" w:eastAsia="Arial"/>
          <w:sz w:val="15"/>
          <w:szCs w:val="15"/>
          <w:color w:val="313436"/>
          <w:spacing w:val="0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313436"/>
          <w:spacing w:val="16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12"/>
        </w:rPr>
        <w:t>Detail</w:t>
      </w:r>
      <w:r>
        <w:rPr>
          <w:rFonts w:ascii="Arial" w:hAnsi="Arial" w:cs="Arial" w:eastAsia="Arial"/>
          <w:sz w:val="15"/>
          <w:szCs w:val="15"/>
          <w:color w:val="212326"/>
          <w:spacing w:val="3"/>
          <w:w w:val="113"/>
        </w:rPr>
        <w:t>s</w:t>
      </w:r>
      <w:r>
        <w:rPr>
          <w:rFonts w:ascii="Arial" w:hAnsi="Arial" w:cs="Arial" w:eastAsia="Arial"/>
          <w:sz w:val="15"/>
          <w:szCs w:val="15"/>
          <w:color w:val="444649"/>
          <w:spacing w:val="0"/>
          <w:w w:val="191"/>
        </w:rPr>
        <w:t>:</w:t>
      </w:r>
      <w:r>
        <w:rPr>
          <w:rFonts w:ascii="Arial" w:hAnsi="Arial" w:cs="Arial" w:eastAsia="Arial"/>
          <w:sz w:val="15"/>
          <w:szCs w:val="15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9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119.519997pt;margin-top:-106.796097pt;width:576pt;height:86.22pt;mso-position-horizontal-relative:page;mso-position-vertical-relative:paragraph;z-index:-98" coordorigin="2390,-2136" coordsize="11520,1724">
            <v:group style="position:absolute;left:2398;top:-2122;width:11506;height:2" coordorigin="2398,-2122" coordsize="11506,2">
              <v:shape style="position:absolute;left:2398;top:-2122;width:11506;height:2" coordorigin="2398,-2122" coordsize="11506,0" path="m2398,-2122l13903,-2122e" filled="f" stroked="t" strokeweight=".36pt" strokecolor="#2F3434">
                <v:path arrowok="t"/>
              </v:shape>
            </v:group>
            <v:group style="position:absolute;left:2401;top:-2132;width:2;height:1706" coordorigin="2401,-2132" coordsize="2,1706">
              <v:shape style="position:absolute;left:2401;top:-2132;width:2;height:1706" coordorigin="2401,-2132" coordsize="0,1706" path="m2401,-426l2401,-2132e" filled="f" stroked="t" strokeweight=".36pt" strokecolor="#131318">
                <v:path arrowok="t"/>
              </v:shape>
            </v:group>
            <v:group style="position:absolute;left:2398;top:-426;width:11506;height:2" coordorigin="2398,-426" coordsize="11506,2">
              <v:shape style="position:absolute;left:2398;top:-426;width:11506;height:2" coordorigin="2398,-426" coordsize="11506,0" path="m2398,-426l13903,-426e" filled="f" stroked="t" strokeweight=".72pt" strokecolor="#2F3434">
                <v:path arrowok="t"/>
              </v:shape>
            </v:group>
            <v:group style="position:absolute;left:13896;top:-2125;width:2;height:1706" coordorigin="13896,-2125" coordsize="2,1706">
              <v:shape style="position:absolute;left:13896;top:-2125;width:2;height:1706" coordorigin="13896,-2125" coordsize="0,1706" path="m13896,-419l13896,-2125e" filled="f" stroked="t" strokeweight=".72pt" strokecolor="#343438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27.080002pt;margin-top:19.203901pt;width:556.2pt;height:.1pt;mso-position-horizontal-relative:page;mso-position-vertical-relative:paragraph;z-index:-92" coordorigin="2542,384" coordsize="11124,2">
            <v:shape style="position:absolute;left:2542;top:384;width:11124;height:2" coordorigin="2542,384" coordsize="11124,0" path="m2542,384l13666,384e" filled="f" stroked="t" strokeweight=".72pt" strokecolor="#38383B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6"/>
          <w:szCs w:val="16"/>
          <w:color w:val="313436"/>
          <w:spacing w:val="0"/>
          <w:w w:val="100"/>
        </w:rPr>
        <w:t>My</w:t>
      </w:r>
      <w:r>
        <w:rPr>
          <w:rFonts w:ascii="Arial" w:hAnsi="Arial" w:cs="Arial" w:eastAsia="Arial"/>
          <w:sz w:val="16"/>
          <w:szCs w:val="16"/>
          <w:color w:val="313436"/>
          <w:spacing w:val="30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00"/>
        </w:rPr>
        <w:t>Reason:</w:t>
      </w:r>
      <w:r>
        <w:rPr>
          <w:rFonts w:ascii="Arial" w:hAnsi="Arial" w:cs="Arial" w:eastAsia="Arial"/>
          <w:sz w:val="15"/>
          <w:szCs w:val="15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49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127.080002pt;margin-top:-12.945073pt;width:556.2pt;height:.1pt;mso-position-horizontal-relative:page;mso-position-vertical-relative:paragraph;z-index:-91" coordorigin="2542,-259" coordsize="11124,2">
            <v:shape style="position:absolute;left:2542;top:-259;width:11124;height:2" coordorigin="2542,-259" coordsize="11124,0" path="m2542,-259l13666,-259e" filled="f" stroked="t" strokeweight=".72pt" strokecolor="#383F3F">
              <v:path arrowok="t"/>
            </v:shape>
          </v:group>
          <w10:wrap type="none"/>
        </w:pict>
      </w:r>
      <w:r>
        <w:rPr/>
        <w:pict>
          <v:group style="position:absolute;margin-left:127.080002pt;margin-top:18.914927pt;width:556.2pt;height:.1pt;mso-position-horizontal-relative:page;mso-position-vertical-relative:paragraph;z-index:-90" coordorigin="2542,378" coordsize="11124,2">
            <v:shape style="position:absolute;left:2542;top:378;width:11124;height:2" coordorigin="2542,378" coordsize="11124,0" path="m2542,378l13666,378e" filled="f" stroked="t" strokeweight=".72pt" strokecolor="#383B3B">
              <v:path arrowok="t"/>
            </v:shape>
          </v:group>
          <w10:wrap type="none"/>
        </w:pict>
      </w:r>
      <w:r>
        <w:rPr/>
        <w:pict>
          <v:group style="position:absolute;margin-left:127.080002pt;margin-top:29.354927pt;width:556.2pt;height:.1pt;mso-position-horizontal-relative:page;mso-position-vertical-relative:paragraph;z-index:-89" coordorigin="2542,587" coordsize="11124,2">
            <v:shape style="position:absolute;left:2542;top:587;width:11124;height:2" coordorigin="2542,587" coordsize="11124,0" path="m2542,587l13666,587e" filled="f" stroked="t" strokeweight=".72pt" strokecolor="#34383B">
              <v:path arrowok="t"/>
            </v:shape>
          </v:group>
          <w10:wrap type="none"/>
        </w:pict>
      </w:r>
      <w:r>
        <w:rPr/>
        <w:pict>
          <v:group style="position:absolute;margin-left:119.160004pt;margin-top:54.194927pt;width:576.36pt;height:86.22pt;mso-position-horizontal-relative:page;mso-position-vertical-relative:paragraph;z-index:-88" coordorigin="2383,1084" coordsize="11527,1724">
            <v:group style="position:absolute;left:2398;top:1098;width:11506;height:2" coordorigin="2398,1098" coordsize="11506,2">
              <v:shape style="position:absolute;left:2398;top:1098;width:11506;height:2" coordorigin="2398,1098" coordsize="11506,0" path="m2398,1098l13903,1098e" filled="f" stroked="t" strokeweight=".72pt" strokecolor="#3B3F44">
                <v:path arrowok="t"/>
              </v:shape>
            </v:group>
            <v:group style="position:absolute;left:2398;top:1091;width:2;height:1706" coordorigin="2398,1091" coordsize="2,1706">
              <v:shape style="position:absolute;left:2398;top:1091;width:2;height:1706" coordorigin="2398,1091" coordsize="0,1706" path="m2398,2797l2398,1091e" filled="f" stroked="t" strokeweight=".72pt" strokecolor="#484B4B">
                <v:path arrowok="t"/>
              </v:shape>
            </v:group>
            <v:group style="position:absolute;left:2390;top:2797;width:11513;height:2" coordorigin="2390,2797" coordsize="11513,2">
              <v:shape style="position:absolute;left:2390;top:2797;width:11513;height:2" coordorigin="2390,2797" coordsize="11513,0" path="m2390,2797l13903,2797e" filled="f" stroked="t" strokeweight=".72pt" strokecolor="#34383B">
                <v:path arrowok="t"/>
              </v:shape>
            </v:group>
            <v:group style="position:absolute;left:13900;top:1091;width:2;height:1714" coordorigin="13900,1091" coordsize="2,1714">
              <v:shape style="position:absolute;left:13900;top:1091;width:2;height:1714" coordorigin="13900,1091" coordsize="0,1714" path="m13900,2805l13900,1091e" filled="f" stroked="t" strokeweight=".36pt" strokecolor="#131318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07"/>
        </w:rPr>
        <w:t>Supportin</w: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07"/>
        </w:rPr>
        <w:t>g</w:t>
      </w:r>
      <w:r>
        <w:rPr>
          <w:rFonts w:ascii="Arial" w:hAnsi="Arial" w:cs="Arial" w:eastAsia="Arial"/>
          <w:sz w:val="15"/>
          <w:szCs w:val="15"/>
          <w:color w:val="212326"/>
          <w:spacing w:val="3"/>
          <w:w w:val="107"/>
        </w:rPr>
        <w:t> </w: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12"/>
        </w:rPr>
        <w:t>Detail</w:t>
      </w:r>
      <w:r>
        <w:rPr>
          <w:rFonts w:ascii="Arial" w:hAnsi="Arial" w:cs="Arial" w:eastAsia="Arial"/>
          <w:sz w:val="15"/>
          <w:szCs w:val="15"/>
          <w:color w:val="212326"/>
          <w:spacing w:val="3"/>
          <w:w w:val="113"/>
        </w:rPr>
        <w:t>s</w:t>
      </w:r>
      <w:r>
        <w:rPr>
          <w:rFonts w:ascii="Arial" w:hAnsi="Arial" w:cs="Arial" w:eastAsia="Arial"/>
          <w:sz w:val="15"/>
          <w:szCs w:val="15"/>
          <w:color w:val="5D6060"/>
          <w:spacing w:val="0"/>
          <w:w w:val="191"/>
        </w:rPr>
        <w:t>:</w:t>
      </w:r>
      <w:r>
        <w:rPr>
          <w:rFonts w:ascii="Arial" w:hAnsi="Arial" w:cs="Arial" w:eastAsia="Arial"/>
          <w:sz w:val="15"/>
          <w:szCs w:val="15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749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127.080002pt;margin-top:19.203911pt;width:556.560pt;height:.1pt;mso-position-horizontal-relative:page;mso-position-vertical-relative:paragraph;z-index:-87" coordorigin="2542,384" coordsize="11131,2">
            <v:shape style="position:absolute;left:2542;top:384;width:11131;height:2" coordorigin="2542,384" coordsize="11131,0" path="m2542,384l13673,384e" filled="f" stroked="t" strokeweight=".72pt" strokecolor="#3F4448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6"/>
          <w:szCs w:val="16"/>
          <w:color w:val="313436"/>
          <w:spacing w:val="0"/>
          <w:w w:val="100"/>
        </w:rPr>
        <w:t>My</w:t>
      </w:r>
      <w:r>
        <w:rPr>
          <w:rFonts w:ascii="Arial" w:hAnsi="Arial" w:cs="Arial" w:eastAsia="Arial"/>
          <w:sz w:val="16"/>
          <w:szCs w:val="16"/>
          <w:color w:val="313436"/>
          <w:spacing w:val="30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96"/>
        </w:rPr>
        <w:t>Reaso</w:t>
      </w:r>
      <w:r>
        <w:rPr>
          <w:rFonts w:ascii="Arial" w:hAnsi="Arial" w:cs="Arial" w:eastAsia="Arial"/>
          <w:sz w:val="15"/>
          <w:szCs w:val="15"/>
          <w:color w:val="212326"/>
          <w:spacing w:val="7"/>
          <w:w w:val="96"/>
        </w:rPr>
        <w:t>n</w:t>
      </w:r>
      <w:r>
        <w:rPr>
          <w:rFonts w:ascii="Arial" w:hAnsi="Arial" w:cs="Arial" w:eastAsia="Arial"/>
          <w:sz w:val="15"/>
          <w:szCs w:val="15"/>
          <w:color w:val="444649"/>
          <w:spacing w:val="0"/>
          <w:w w:val="191"/>
        </w:rPr>
        <w:t>:</w:t>
      </w:r>
      <w:r>
        <w:rPr>
          <w:rFonts w:ascii="Arial" w:hAnsi="Arial" w:cs="Arial" w:eastAsia="Arial"/>
          <w:sz w:val="15"/>
          <w:szCs w:val="15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749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127.080002pt;margin-top:-12.765093pt;width:556.2pt;height:.1pt;mso-position-horizontal-relative:page;mso-position-vertical-relative:paragraph;z-index:-86" coordorigin="2542,-255" coordsize="11124,2">
            <v:shape style="position:absolute;left:2542;top:-255;width:11124;height:2" coordorigin="2542,-255" coordsize="11124,0" path="m2542,-255l13666,-255e" filled="f" stroked="t" strokeweight=".72pt" strokecolor="#2F3438">
              <v:path arrowok="t"/>
            </v:shape>
          </v:group>
          <w10:wrap type="none"/>
        </w:pict>
      </w:r>
      <w:r>
        <w:rPr/>
        <w:pict>
          <v:group style="position:absolute;margin-left:127.080002pt;margin-top:18.914907pt;width:556.2pt;height:.1pt;mso-position-horizontal-relative:page;mso-position-vertical-relative:paragraph;z-index:-85" coordorigin="2542,378" coordsize="11124,2">
            <v:shape style="position:absolute;left:2542;top:378;width:11124;height:2" coordorigin="2542,378" coordsize="11124,0" path="m2542,378l13666,378e" filled="f" stroked="t" strokeweight=".72pt" strokecolor="#343438">
              <v:path arrowok="t"/>
            </v:shape>
          </v:group>
          <w10:wrap type="none"/>
        </w:pict>
      </w:r>
      <w:r>
        <w:rPr/>
        <w:pict>
          <v:group style="position:absolute;margin-left:127.080002pt;margin-top:29.354908pt;width:556.2pt;height:.1pt;mso-position-horizontal-relative:page;mso-position-vertical-relative:paragraph;z-index:-84" coordorigin="2542,587" coordsize="11124,2">
            <v:shape style="position:absolute;left:2542;top:587;width:11124;height:2" coordorigin="2542,587" coordsize="11124,0" path="m2542,587l13666,587e" filled="f" stroked="t" strokeweight=".72pt" strokecolor="#282B2F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00"/>
        </w:rPr>
        <w:t>Supportin</w: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00"/>
        </w:rPr>
        <w:t>g</w: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212326"/>
          <w:spacing w:val="16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212326"/>
          <w:spacing w:val="0"/>
          <w:w w:val="114"/>
        </w:rPr>
        <w:t>Details:</w:t>
      </w:r>
      <w:r>
        <w:rPr>
          <w:rFonts w:ascii="Arial" w:hAnsi="Arial" w:cs="Arial" w:eastAsia="Arial"/>
          <w:sz w:val="15"/>
          <w:szCs w:val="15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590" w:right="-20"/>
        <w:jc w:val="left"/>
        <w:tabs>
          <w:tab w:pos="12080" w:val="left"/>
        </w:tabs>
        <w:rPr>
          <w:rFonts w:ascii="Arial" w:hAnsi="Arial" w:cs="Arial" w:eastAsia="Arial"/>
          <w:sz w:val="58"/>
          <w:szCs w:val="58"/>
        </w:rPr>
      </w:pPr>
      <w:rPr/>
      <w:r>
        <w:rPr/>
        <w:pict>
          <v:group style="position:absolute;margin-left:119.519997pt;margin-top:56.721661pt;width:575.64pt;height:.1pt;mso-position-horizontal-relative:page;mso-position-vertical-relative:paragraph;z-index:-82" coordorigin="2390,1134" coordsize="11513,2">
            <v:shape style="position:absolute;left:2390;top:1134;width:11513;height:2" coordorigin="2390,1134" coordsize="11513,0" path="m2390,1134l13903,1134e" filled="f" stroked="t" strokeweight=".72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58"/>
          <w:szCs w:val="58"/>
          <w:color w:val="444649"/>
          <w:spacing w:val="0"/>
          <w:w w:val="14"/>
        </w:rPr>
        <w:t>1</w:t>
      </w:r>
      <w:r>
        <w:rPr>
          <w:rFonts w:ascii="Arial" w:hAnsi="Arial" w:cs="Arial" w:eastAsia="Arial"/>
          <w:sz w:val="58"/>
          <w:szCs w:val="58"/>
          <w:color w:val="444649"/>
          <w:spacing w:val="0"/>
          <w:w w:val="14"/>
        </w:rPr>
        <w:t>     </w:t>
      </w:r>
      <w:r>
        <w:rPr>
          <w:rFonts w:ascii="Arial" w:hAnsi="Arial" w:cs="Arial" w:eastAsia="Arial"/>
          <w:sz w:val="58"/>
          <w:szCs w:val="58"/>
          <w:color w:val="444649"/>
          <w:spacing w:val="7"/>
          <w:w w:val="14"/>
        </w:rPr>
        <w:t> </w:t>
      </w:r>
      <w:r>
        <w:rPr>
          <w:rFonts w:ascii="Arial" w:hAnsi="Arial" w:cs="Arial" w:eastAsia="Arial"/>
          <w:sz w:val="58"/>
          <w:szCs w:val="58"/>
          <w:color w:val="212326"/>
          <w:spacing w:val="0"/>
          <w:w w:val="57"/>
        </w:rPr>
        <w:t>"</w:t>
      </w:r>
      <w:r>
        <w:rPr>
          <w:rFonts w:ascii="Arial" w:hAnsi="Arial" w:cs="Arial" w:eastAsia="Arial"/>
          <w:sz w:val="58"/>
          <w:szCs w:val="58"/>
          <w:color w:val="212326"/>
          <w:spacing w:val="-32"/>
          <w:w w:val="57"/>
        </w:rPr>
        <w:t>"</w:t>
      </w:r>
      <w:r>
        <w:rPr>
          <w:rFonts w:ascii="Arial" w:hAnsi="Arial" w:cs="Arial" w:eastAsia="Arial"/>
          <w:sz w:val="58"/>
          <w:szCs w:val="58"/>
          <w:color w:val="212326"/>
          <w:spacing w:val="-43"/>
          <w:w w:val="57"/>
        </w:rPr>
        <w:t>"</w:t>
      </w:r>
      <w:r>
        <w:rPr>
          <w:rFonts w:ascii="Arial" w:hAnsi="Arial" w:cs="Arial" w:eastAsia="Arial"/>
          <w:sz w:val="58"/>
          <w:szCs w:val="58"/>
          <w:color w:val="212326"/>
          <w:spacing w:val="0"/>
          <w:w w:val="70"/>
        </w:rPr>
        <w:t>,</w:t>
      </w:r>
      <w:r>
        <w:rPr>
          <w:rFonts w:ascii="Arial" w:hAnsi="Arial" w:cs="Arial" w:eastAsia="Arial"/>
          <w:sz w:val="58"/>
          <w:szCs w:val="58"/>
          <w:color w:val="212326"/>
          <w:spacing w:val="-2"/>
          <w:w w:val="70"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color w:val="313436"/>
          <w:spacing w:val="0"/>
          <w:w w:val="104"/>
        </w:rPr>
        <w:t>yoo</w:t>
      </w:r>
      <w:r>
        <w:rPr>
          <w:rFonts w:ascii="Times New Roman" w:hAnsi="Times New Roman" w:cs="Times New Roman" w:eastAsia="Times New Roman"/>
          <w:sz w:val="16"/>
          <w:szCs w:val="16"/>
          <w:color w:val="313436"/>
          <w:spacing w:val="0"/>
          <w:w w:val="103"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color w:val="313436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212326"/>
          <w:spacing w:val="0"/>
          <w:w w:val="207"/>
        </w:rPr>
        <w:t>,,;,;,</w:t>
      </w:r>
      <w:r>
        <w:rPr>
          <w:rFonts w:ascii="Times New Roman" w:hAnsi="Times New Roman" w:cs="Times New Roman" w:eastAsia="Times New Roman"/>
          <w:sz w:val="16"/>
          <w:szCs w:val="16"/>
          <w:color w:val="212326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6"/>
          <w:szCs w:val="16"/>
          <w:color w:val="212326"/>
          <w:spacing w:val="0"/>
          <w:w w:val="100"/>
        </w:rPr>
      </w:r>
      <w:r>
        <w:rPr>
          <w:rFonts w:ascii="Arial" w:hAnsi="Arial" w:cs="Arial" w:eastAsia="Arial"/>
          <w:sz w:val="58"/>
          <w:szCs w:val="58"/>
          <w:color w:val="444649"/>
          <w:spacing w:val="0"/>
          <w:w w:val="25"/>
        </w:rPr>
        <w:t>I</w:t>
      </w:r>
      <w:r>
        <w:rPr>
          <w:rFonts w:ascii="Arial" w:hAnsi="Arial" w:cs="Arial" w:eastAsia="Arial"/>
          <w:sz w:val="58"/>
          <w:szCs w:val="58"/>
          <w:color w:val="000000"/>
          <w:spacing w:val="0"/>
          <w:w w:val="100"/>
        </w:rPr>
      </w:r>
    </w:p>
    <w:sectPr>
      <w:type w:val="continuous"/>
      <w:pgSz w:w="15860" w:h="12260" w:orient="landscape"/>
      <w:pgMar w:top="920" w:bottom="280" w:left="180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2014-01-09T14:06:43Z</dcterms:created>
  <dcterms:modified xsi:type="dcterms:W3CDTF">2014-01-09T14:06:43Z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2014-01-09T00:00:00Z</vt:filetime>
  </property>
  <property fmtid="{D5CDD505-2E9C-101B-9397-08002B2CF9AE}" pid="3" name="LastSaved">
    <vt:filetime>2014-01-09T00:00:00Z</vt:filetime>
  </property>
</Properties>
</file>